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46"/>
        <w:gridCol w:w="4592"/>
      </w:tblGrid>
      <w:tr w:rsidR="00A1280B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r w:rsidRPr="003D004D">
              <w:rPr>
                <w:b/>
              </w:rPr>
              <w:t>NAME: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</w:p>
        </w:tc>
      </w:tr>
      <w:tr w:rsidR="00A1280B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A1280B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proofErr w:type="spellStart"/>
            <w:r w:rsidR="00253C38">
              <w:rPr>
                <w:b/>
              </w:rPr>
              <w:t>cpu</w:t>
            </w:r>
            <w:proofErr w:type="spellEnd"/>
            <w:r w:rsidR="00253C38">
              <w:rPr>
                <w:b/>
              </w:rPr>
              <w:t xml:space="preserve">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253C38">
              <w:rPr>
                <w:b/>
              </w:rPr>
              <w:t>ram</w:t>
            </w:r>
          </w:p>
        </w:tc>
      </w:tr>
      <w:tr w:rsidR="00A1280B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proofErr w:type="spellStart"/>
            <w:r w:rsidR="00253C38">
              <w:t>Cpu</w:t>
            </w:r>
            <w:proofErr w:type="spellEnd"/>
            <w:r w:rsidR="00253C38">
              <w:t xml:space="preserve">: stands for </w:t>
            </w:r>
            <w:proofErr w:type="spellStart"/>
            <w:r w:rsidR="00253C38">
              <w:t>sentrl</w:t>
            </w:r>
            <w:proofErr w:type="spellEnd"/>
            <w:r w:rsidR="00253C38">
              <w:t xml:space="preserve"> prosing unit this is pretty much a </w:t>
            </w:r>
            <w:proofErr w:type="spellStart"/>
            <w:r w:rsidR="00253C38">
              <w:t>brainof</w:t>
            </w:r>
            <w:proofErr w:type="spellEnd"/>
            <w:r w:rsidR="00253C38">
              <w:t xml:space="preserve"> your </w:t>
            </w:r>
            <w:proofErr w:type="spellStart"/>
            <w:r w:rsidR="00253C38">
              <w:t>computerit</w:t>
            </w:r>
            <w:proofErr w:type="spellEnd"/>
            <w:r w:rsidR="00253C38">
              <w:t xml:space="preserve"> is </w:t>
            </w:r>
            <w:proofErr w:type="spellStart"/>
            <w:r w:rsidR="00253C38">
              <w:t>theprosses</w:t>
            </w:r>
            <w:proofErr w:type="spellEnd"/>
            <w:r w:rsidR="00253C38">
              <w:t xml:space="preserve"> of </w:t>
            </w:r>
            <w:proofErr w:type="spellStart"/>
            <w:r w:rsidR="00253C38">
              <w:t>every thing</w:t>
            </w:r>
            <w:proofErr w:type="spellEnd"/>
            <w:r w:rsidR="00253C38">
              <w:t xml:space="preserve"> in your </w:t>
            </w:r>
            <w:proofErr w:type="spellStart"/>
            <w:r w:rsidR="00253C38">
              <w:t>computerany</w:t>
            </w:r>
            <w:proofErr w:type="spellEnd"/>
            <w:r w:rsidR="00253C38">
              <w:t xml:space="preserve">  things need to be computed it get sent to sent to </w:t>
            </w:r>
            <w:proofErr w:type="spellStart"/>
            <w:r w:rsidR="00253C38">
              <w:t>cpu</w:t>
            </w:r>
            <w:proofErr w:type="spellEnd"/>
          </w:p>
        </w:tc>
        <w:tc>
          <w:tcPr>
            <w:tcW w:w="5227" w:type="dxa"/>
          </w:tcPr>
          <w:p w:rsidR="00253C38" w:rsidRDefault="003D004D" w:rsidP="00253C38">
            <w:proofErr w:type="spellStart"/>
            <w:r w:rsidRPr="003D004D">
              <w:rPr>
                <w:b/>
              </w:rPr>
              <w:t>Defintion</w:t>
            </w:r>
            <w:proofErr w:type="spellEnd"/>
            <w:r w:rsidRPr="003D004D">
              <w:rPr>
                <w:b/>
              </w:rPr>
              <w:t xml:space="preserve">:  </w:t>
            </w:r>
          </w:p>
          <w:p w:rsidR="00253C38" w:rsidRDefault="00253C38" w:rsidP="00253C38">
            <w:r>
              <w:t xml:space="preserve">up of small memory </w:t>
            </w:r>
            <w:proofErr w:type="spellStart"/>
            <w:r>
              <w:t>chipsthat</w:t>
            </w:r>
            <w:proofErr w:type="spellEnd"/>
            <w:r>
              <w:t xml:space="preserve"> form a memory chip Ram: made </w:t>
            </w:r>
          </w:p>
          <w:p w:rsidR="003D004D" w:rsidRPr="003D004D" w:rsidRDefault="003D004D">
            <w:pPr>
              <w:rPr>
                <w:b/>
              </w:rPr>
            </w:pPr>
          </w:p>
        </w:tc>
      </w:tr>
      <w:tr w:rsidR="00A1280B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A1280B" w:rsidTr="003D004D">
        <w:trPr>
          <w:trHeight w:val="733"/>
        </w:trPr>
        <w:tc>
          <w:tcPr>
            <w:tcW w:w="5380" w:type="dxa"/>
          </w:tcPr>
          <w:p w:rsidR="003D004D" w:rsidRPr="003D004D" w:rsidRDefault="003D004D" w:rsidP="009C6291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9C6291">
              <w:rPr>
                <w:b/>
              </w:rPr>
              <w:t>configuration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proofErr w:type="spellStart"/>
            <w:r w:rsidR="005E7B4E">
              <w:rPr>
                <w:b/>
              </w:rPr>
              <w:t>flameing</w:t>
            </w:r>
            <w:proofErr w:type="spellEnd"/>
          </w:p>
        </w:tc>
      </w:tr>
      <w:tr w:rsidR="00A1280B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9C6291" w:rsidRPr="003D004D">
              <w:rPr>
                <w:b/>
              </w:rPr>
              <w:t xml:space="preserve">:  </w:t>
            </w:r>
            <w:proofErr w:type="spellStart"/>
            <w:r w:rsidR="009C6291">
              <w:rPr>
                <w:b/>
              </w:rPr>
              <w:t>configurationwhen</w:t>
            </w:r>
            <w:proofErr w:type="spellEnd"/>
            <w:r w:rsidR="009C6291">
              <w:rPr>
                <w:b/>
              </w:rPr>
              <w:t xml:space="preserve"> </w:t>
            </w:r>
            <w:proofErr w:type="spellStart"/>
            <w:r w:rsidR="009C6291">
              <w:rPr>
                <w:b/>
              </w:rPr>
              <w:t>ppl</w:t>
            </w:r>
            <w:proofErr w:type="spellEnd"/>
            <w:r w:rsidR="009C6291">
              <w:rPr>
                <w:b/>
              </w:rPr>
              <w:t xml:space="preserve"> talk to </w:t>
            </w:r>
            <w:proofErr w:type="spellStart"/>
            <w:r w:rsidR="009C6291">
              <w:rPr>
                <w:b/>
              </w:rPr>
              <w:t>thare</w:t>
            </w:r>
            <w:proofErr w:type="spellEnd"/>
            <w:r w:rsidR="009C6291">
              <w:rPr>
                <w:b/>
              </w:rPr>
              <w:t xml:space="preserve"> </w:t>
            </w:r>
            <w:proofErr w:type="spellStart"/>
            <w:r w:rsidR="009C6291">
              <w:rPr>
                <w:b/>
              </w:rPr>
              <w:t>confighuration</w:t>
            </w:r>
            <w:proofErr w:type="spellEnd"/>
            <w:r w:rsidR="009C6291">
              <w:rPr>
                <w:b/>
              </w:rPr>
              <w:t xml:space="preserve"> unit they </w:t>
            </w:r>
            <w:proofErr w:type="spellStart"/>
            <w:r w:rsidR="009C6291">
              <w:rPr>
                <w:b/>
              </w:rPr>
              <w:t>mean.the</w:t>
            </w:r>
            <w:proofErr w:type="spellEnd"/>
            <w:r w:rsidR="009C6291">
              <w:rPr>
                <w:b/>
              </w:rPr>
              <w:t xml:space="preserve"> </w:t>
            </w:r>
            <w:proofErr w:type="spellStart"/>
            <w:r w:rsidR="009C6291">
              <w:rPr>
                <w:b/>
              </w:rPr>
              <w:t>amont</w:t>
            </w:r>
            <w:proofErr w:type="spellEnd"/>
            <w:r w:rsidR="009C6291">
              <w:rPr>
                <w:b/>
              </w:rPr>
              <w:t xml:space="preserve"> of </w:t>
            </w:r>
            <w:proofErr w:type="spellStart"/>
            <w:r w:rsidR="009C6291">
              <w:rPr>
                <w:b/>
              </w:rPr>
              <w:t>spects</w:t>
            </w:r>
            <w:proofErr w:type="spellEnd"/>
            <w:r w:rsidR="009C6291">
              <w:rPr>
                <w:b/>
              </w:rPr>
              <w:t xml:space="preserve"> on </w:t>
            </w:r>
            <w:proofErr w:type="spellStart"/>
            <w:r w:rsidR="009C6291">
              <w:rPr>
                <w:b/>
              </w:rPr>
              <w:t>thare</w:t>
            </w:r>
            <w:proofErr w:type="spellEnd"/>
            <w:r w:rsidR="009C6291">
              <w:rPr>
                <w:b/>
              </w:rPr>
              <w:t xml:space="preserve"> computer these </w:t>
            </w:r>
            <w:proofErr w:type="spellStart"/>
            <w:r w:rsidR="009C6291">
              <w:rPr>
                <w:b/>
              </w:rPr>
              <w:t>spcs</w:t>
            </w:r>
            <w:proofErr w:type="spellEnd"/>
            <w:r w:rsidR="009C6291">
              <w:rPr>
                <w:b/>
              </w:rPr>
              <w:t xml:space="preserve"> are used to make speed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proofErr w:type="spellStart"/>
            <w:r w:rsidR="005E7B4E">
              <w:rPr>
                <w:b/>
              </w:rPr>
              <w:t>flameing</w:t>
            </w:r>
            <w:proofErr w:type="spellEnd"/>
            <w:r w:rsidR="005E7B4E">
              <w:rPr>
                <w:b/>
              </w:rPr>
              <w:t xml:space="preserve"> is a </w:t>
            </w:r>
            <w:proofErr w:type="spellStart"/>
            <w:r w:rsidR="005E7B4E">
              <w:rPr>
                <w:b/>
              </w:rPr>
              <w:t>hostle</w:t>
            </w:r>
            <w:proofErr w:type="spellEnd"/>
            <w:r w:rsidR="005E7B4E">
              <w:rPr>
                <w:b/>
              </w:rPr>
              <w:t xml:space="preserve"> and internet users </w:t>
            </w:r>
            <w:proofErr w:type="spellStart"/>
            <w:r w:rsidR="005E7B4E">
              <w:rPr>
                <w:b/>
              </w:rPr>
              <w:t>flameing</w:t>
            </w:r>
            <w:proofErr w:type="spellEnd"/>
            <w:r w:rsidR="005E7B4E">
              <w:rPr>
                <w:b/>
              </w:rPr>
              <w:t xml:space="preserve">   </w:t>
            </w:r>
            <w:proofErr w:type="spellStart"/>
            <w:r w:rsidR="005E7B4E">
              <w:rPr>
                <w:b/>
              </w:rPr>
              <w:t>usuly</w:t>
            </w:r>
            <w:proofErr w:type="spellEnd"/>
            <w:r w:rsidR="005E7B4E">
              <w:rPr>
                <w:b/>
              </w:rPr>
              <w:t xml:space="preserve"> occurs on </w:t>
            </w:r>
            <w:proofErr w:type="spellStart"/>
            <w:r w:rsidR="005E7B4E">
              <w:rPr>
                <w:b/>
              </w:rPr>
              <w:t>dicusion</w:t>
            </w:r>
            <w:proofErr w:type="spellEnd"/>
            <w:r w:rsidR="005E7B4E">
              <w:rPr>
                <w:b/>
              </w:rPr>
              <w:t xml:space="preserve"> boards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223911">
            <w:pPr>
              <w:rPr>
                <w:b/>
              </w:rPr>
            </w:pPr>
            <w:r>
              <w:rPr>
                <w:b/>
              </w:rPr>
              <w:lastRenderedPageBreak/>
              <w:t>Good week going to sleep tom glad I don’t have to wake up a 8 tom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253C38"/>
    <w:rsid w:val="000D64F1"/>
    <w:rsid w:val="00223911"/>
    <w:rsid w:val="00253C38"/>
    <w:rsid w:val="0039291A"/>
    <w:rsid w:val="003A37C7"/>
    <w:rsid w:val="003C456B"/>
    <w:rsid w:val="003D004D"/>
    <w:rsid w:val="00480FC9"/>
    <w:rsid w:val="004F7C77"/>
    <w:rsid w:val="005A7F3A"/>
    <w:rsid w:val="005E5126"/>
    <w:rsid w:val="005E7B4E"/>
    <w:rsid w:val="00830AA8"/>
    <w:rsid w:val="009752C6"/>
    <w:rsid w:val="009C6291"/>
    <w:rsid w:val="00A1280B"/>
    <w:rsid w:val="00A36B4B"/>
    <w:rsid w:val="00C92EDA"/>
    <w:rsid w:val="00D21F89"/>
    <w:rsid w:val="00E8780A"/>
    <w:rsid w:val="00E92AD0"/>
    <w:rsid w:val="00F0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7sorenm\7%20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B1E6D-A553-483D-9E2A-34EF57F54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1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17sorenm</dc:creator>
  <cp:keywords/>
  <dc:description/>
  <cp:lastModifiedBy>17sorenm</cp:lastModifiedBy>
  <cp:revision>2</cp:revision>
  <dcterms:created xsi:type="dcterms:W3CDTF">2011-12-02T18:08:00Z</dcterms:created>
  <dcterms:modified xsi:type="dcterms:W3CDTF">2011-12-02T18:08:00Z</dcterms:modified>
</cp:coreProperties>
</file>